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54BB8" w14:textId="77777777" w:rsidR="002D2F4F" w:rsidRPr="00E960BB" w:rsidRDefault="00B26FC4" w:rsidP="002D2F4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</w:t>
      </w:r>
      <w:r w:rsidR="00997F14">
        <w:rPr>
          <w:rFonts w:ascii="Times New Roman" w:hAnsi="Times New Roman"/>
          <w:b/>
          <w:bCs/>
        </w:rPr>
        <w:t xml:space="preserve">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2D2F4F">
        <w:rPr>
          <w:rFonts w:ascii="Times New Roman" w:hAnsi="Times New Roman"/>
          <w:b/>
          <w:bCs/>
        </w:rPr>
        <w:tab/>
      </w:r>
      <w:r w:rsidR="002D2F4F" w:rsidRPr="00B169DF">
        <w:rPr>
          <w:rFonts w:ascii="Corbel" w:hAnsi="Corbel"/>
          <w:bCs/>
          <w:i/>
        </w:rPr>
        <w:t>Załącznik nr 1.5 do Zarządzenia Rektora UR nr 7/2023</w:t>
      </w:r>
    </w:p>
    <w:p w14:paraId="7306AF0D" w14:textId="77777777" w:rsidR="002D2F4F" w:rsidRPr="009C54AE" w:rsidRDefault="002D2F4F" w:rsidP="002D2F4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76846D" w14:textId="77777777" w:rsidR="002D2F4F" w:rsidRPr="009C54AE" w:rsidRDefault="002D2F4F" w:rsidP="002D2F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95D29">
        <w:rPr>
          <w:rFonts w:ascii="Corbel" w:hAnsi="Corbel"/>
          <w:b/>
          <w:smallCaps/>
          <w:sz w:val="24"/>
          <w:szCs w:val="24"/>
        </w:rPr>
        <w:t>2023/2024-2027/2028</w:t>
      </w:r>
    </w:p>
    <w:p w14:paraId="77C3296E" w14:textId="77777777" w:rsidR="002D2F4F" w:rsidRDefault="002D2F4F" w:rsidP="002D2F4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5194704" w14:textId="77777777" w:rsidR="002D2F4F" w:rsidRPr="00EA4832" w:rsidRDefault="002D2F4F" w:rsidP="002D2F4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2026/2027</w:t>
      </w:r>
    </w:p>
    <w:p w14:paraId="05C62738" w14:textId="77777777" w:rsidR="0085747A" w:rsidRPr="009C54AE" w:rsidRDefault="0085747A" w:rsidP="002D2F4F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DDB3CC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9A3948" w14:textId="77777777" w:rsidTr="00B819C8">
        <w:tc>
          <w:tcPr>
            <w:tcW w:w="2694" w:type="dxa"/>
            <w:vAlign w:val="center"/>
          </w:tcPr>
          <w:p w14:paraId="7EB66E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B78C9D" w14:textId="77777777" w:rsidR="0085747A" w:rsidRPr="009C54AE" w:rsidRDefault="00B26F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Reglamentacja działalności lotniczej</w:t>
            </w:r>
          </w:p>
        </w:tc>
      </w:tr>
      <w:tr w:rsidR="0085747A" w:rsidRPr="009C54AE" w14:paraId="5A10623E" w14:textId="77777777" w:rsidTr="00B819C8">
        <w:tc>
          <w:tcPr>
            <w:tcW w:w="2694" w:type="dxa"/>
            <w:vAlign w:val="center"/>
          </w:tcPr>
          <w:p w14:paraId="1294354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CBDDF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7D4F2B5" w14:textId="77777777" w:rsidTr="00B819C8">
        <w:tc>
          <w:tcPr>
            <w:tcW w:w="2694" w:type="dxa"/>
            <w:vAlign w:val="center"/>
          </w:tcPr>
          <w:p w14:paraId="4195BFD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EE44DF" w14:textId="77777777" w:rsidR="0085747A" w:rsidRPr="00070166" w:rsidRDefault="0007016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70166">
              <w:rPr>
                <w:b w:val="0"/>
                <w:sz w:val="22"/>
              </w:rPr>
              <w:t>Kolegium Nauk Społecznych</w:t>
            </w:r>
          </w:p>
        </w:tc>
      </w:tr>
      <w:tr w:rsidR="0085747A" w:rsidRPr="009C54AE" w14:paraId="34FCB73B" w14:textId="77777777" w:rsidTr="00B819C8">
        <w:tc>
          <w:tcPr>
            <w:tcW w:w="2694" w:type="dxa"/>
            <w:vAlign w:val="center"/>
          </w:tcPr>
          <w:p w14:paraId="1F6FDF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DCF701" w14:textId="77777777" w:rsidR="0085747A" w:rsidRPr="009C54AE" w:rsidRDefault="000701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Instytut Nauk Prawnych/</w:t>
            </w:r>
            <w:r w:rsidR="00057D29" w:rsidRPr="00600569">
              <w:rPr>
                <w:b w:val="0"/>
                <w:color w:val="auto"/>
                <w:sz w:val="22"/>
              </w:rPr>
              <w:t>Zakład Prawa Gospodarczego</w:t>
            </w:r>
          </w:p>
        </w:tc>
      </w:tr>
      <w:tr w:rsidR="0085747A" w:rsidRPr="009C54AE" w14:paraId="5E6CE8DE" w14:textId="77777777" w:rsidTr="00B819C8">
        <w:tc>
          <w:tcPr>
            <w:tcW w:w="2694" w:type="dxa"/>
            <w:vAlign w:val="center"/>
          </w:tcPr>
          <w:p w14:paraId="5E0E32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B1007F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Prawo</w:t>
            </w:r>
          </w:p>
        </w:tc>
      </w:tr>
      <w:tr w:rsidR="0085747A" w:rsidRPr="009C54AE" w14:paraId="6753C823" w14:textId="77777777" w:rsidTr="00B819C8">
        <w:tc>
          <w:tcPr>
            <w:tcW w:w="2694" w:type="dxa"/>
            <w:vAlign w:val="center"/>
          </w:tcPr>
          <w:p w14:paraId="132E799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FB9A1A" w14:textId="77777777" w:rsidR="0085747A" w:rsidRPr="009C54AE" w:rsidRDefault="00057D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9C54AE" w14:paraId="366747DF" w14:textId="77777777" w:rsidTr="00B819C8">
        <w:tc>
          <w:tcPr>
            <w:tcW w:w="2694" w:type="dxa"/>
            <w:vAlign w:val="center"/>
          </w:tcPr>
          <w:p w14:paraId="1431C7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C8CCD7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85747A" w:rsidRPr="009C54AE" w14:paraId="2DB0977C" w14:textId="77777777" w:rsidTr="00B819C8">
        <w:tc>
          <w:tcPr>
            <w:tcW w:w="2694" w:type="dxa"/>
            <w:vAlign w:val="center"/>
          </w:tcPr>
          <w:p w14:paraId="333D01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7C680D" w14:textId="77777777" w:rsidR="0085747A" w:rsidRPr="009C54AE" w:rsidRDefault="000E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Niestacjonarne</w:t>
            </w:r>
          </w:p>
        </w:tc>
      </w:tr>
      <w:tr w:rsidR="0085747A" w:rsidRPr="009C54AE" w14:paraId="6200DA52" w14:textId="77777777" w:rsidTr="00B819C8">
        <w:tc>
          <w:tcPr>
            <w:tcW w:w="2694" w:type="dxa"/>
            <w:vAlign w:val="center"/>
          </w:tcPr>
          <w:p w14:paraId="6AB044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51A3AD" w14:textId="77777777" w:rsidR="0085747A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695D">
              <w:rPr>
                <w:b w:val="0"/>
                <w:color w:val="auto"/>
                <w:sz w:val="22"/>
              </w:rPr>
              <w:t xml:space="preserve">Rok </w:t>
            </w:r>
            <w:r>
              <w:rPr>
                <w:b w:val="0"/>
              </w:rPr>
              <w:t>I</w:t>
            </w:r>
            <w:r w:rsidR="00C81AC6">
              <w:rPr>
                <w:b w:val="0"/>
              </w:rPr>
              <w:t>V</w:t>
            </w:r>
            <w:r w:rsidRPr="004E695D">
              <w:rPr>
                <w:b w:val="0"/>
                <w:color w:val="auto"/>
                <w:sz w:val="22"/>
              </w:rPr>
              <w:t xml:space="preserve">, semestr </w:t>
            </w:r>
            <w:r>
              <w:rPr>
                <w:b w:val="0"/>
                <w:color w:val="auto"/>
                <w:sz w:val="22"/>
              </w:rPr>
              <w:t>V</w:t>
            </w:r>
            <w:r w:rsidR="00C81AC6">
              <w:rPr>
                <w:b w:val="0"/>
                <w:color w:val="auto"/>
                <w:sz w:val="22"/>
              </w:rPr>
              <w:t>II</w:t>
            </w:r>
          </w:p>
        </w:tc>
      </w:tr>
      <w:tr w:rsidR="0085747A" w:rsidRPr="009C54AE" w14:paraId="49BFD055" w14:textId="77777777" w:rsidTr="00B819C8">
        <w:tc>
          <w:tcPr>
            <w:tcW w:w="2694" w:type="dxa"/>
            <w:vAlign w:val="center"/>
          </w:tcPr>
          <w:p w14:paraId="55C457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636FAB" w14:textId="77777777" w:rsidR="0085747A" w:rsidRPr="009C54AE" w:rsidRDefault="002D2F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F</w:t>
            </w:r>
            <w:r w:rsidR="00C81AC6">
              <w:rPr>
                <w:b w:val="0"/>
                <w:color w:val="auto"/>
                <w:sz w:val="22"/>
              </w:rPr>
              <w:t>akultatywny</w:t>
            </w:r>
            <w:r>
              <w:rPr>
                <w:b w:val="0"/>
                <w:color w:val="auto"/>
                <w:sz w:val="22"/>
              </w:rPr>
              <w:t xml:space="preserve"> – panel lotniczy</w:t>
            </w:r>
          </w:p>
        </w:tc>
      </w:tr>
      <w:tr w:rsidR="00923D7D" w:rsidRPr="009C54AE" w14:paraId="2A388588" w14:textId="77777777" w:rsidTr="00B819C8">
        <w:tc>
          <w:tcPr>
            <w:tcW w:w="2694" w:type="dxa"/>
            <w:vAlign w:val="center"/>
          </w:tcPr>
          <w:p w14:paraId="5EA825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A8B519" w14:textId="77777777" w:rsidR="00923D7D" w:rsidRPr="009C54AE" w:rsidRDefault="00E801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2"/>
              </w:rPr>
              <w:t>polski</w:t>
            </w:r>
          </w:p>
        </w:tc>
      </w:tr>
      <w:tr w:rsidR="0085747A" w:rsidRPr="00444FB0" w14:paraId="4AD01D1C" w14:textId="77777777" w:rsidTr="00B819C8">
        <w:tc>
          <w:tcPr>
            <w:tcW w:w="2694" w:type="dxa"/>
            <w:vAlign w:val="center"/>
          </w:tcPr>
          <w:p w14:paraId="556779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A1FF67" w14:textId="77777777" w:rsidR="0085747A" w:rsidRPr="003D020C" w:rsidRDefault="003D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  <w:tr w:rsidR="003D020C" w:rsidRPr="00444FB0" w14:paraId="63D916FB" w14:textId="77777777" w:rsidTr="00B819C8">
        <w:tc>
          <w:tcPr>
            <w:tcW w:w="2694" w:type="dxa"/>
            <w:vAlign w:val="center"/>
          </w:tcPr>
          <w:p w14:paraId="2CF99D68" w14:textId="77777777" w:rsidR="003D020C" w:rsidRPr="009C54AE" w:rsidRDefault="003D020C" w:rsidP="003D020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185746" w14:textId="77777777" w:rsidR="003D020C" w:rsidRPr="003D020C" w:rsidRDefault="003D020C" w:rsidP="003D02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b w:val="0"/>
                <w:color w:val="auto"/>
                <w:sz w:val="22"/>
                <w:lang w:val="en-US"/>
              </w:rPr>
              <w:t>d</w:t>
            </w:r>
            <w:r w:rsidRPr="003D020C">
              <w:rPr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Pr="003D020C">
              <w:rPr>
                <w:b w:val="0"/>
                <w:color w:val="auto"/>
                <w:sz w:val="22"/>
                <w:lang w:val="en-US"/>
              </w:rPr>
              <w:t xml:space="preserve"> hab. Jan Olszewski, </w:t>
            </w:r>
            <w:r>
              <w:rPr>
                <w:b w:val="0"/>
                <w:color w:val="auto"/>
                <w:sz w:val="22"/>
                <w:lang w:val="en-US"/>
              </w:rPr>
              <w:t>prof. UR</w:t>
            </w:r>
          </w:p>
        </w:tc>
      </w:tr>
    </w:tbl>
    <w:p w14:paraId="1A53937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4C44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E6CC3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434670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8D568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D28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D78F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1E8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80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08D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ED7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BA5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9AB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06A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753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7FA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D3B65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3A87" w14:textId="77777777" w:rsidR="00015B8F" w:rsidRPr="009C54AE" w:rsidRDefault="00E80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C81AC6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43CE" w14:textId="32AA2AB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0B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77FC" w14:textId="453622C9" w:rsidR="00015B8F" w:rsidRPr="009C54AE" w:rsidRDefault="009000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E6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07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A5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72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98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1372" w14:textId="77777777" w:rsidR="00015B8F" w:rsidRPr="009C54AE" w:rsidRDefault="00C81A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506C46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A88D7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48BC7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B26FC4">
        <w:rPr>
          <w:rFonts w:ascii="Corbel" w:hAnsi="Corbel"/>
          <w:smallCaps w:val="0"/>
          <w:szCs w:val="24"/>
        </w:rPr>
        <w:t xml:space="preserve"> </w:t>
      </w:r>
    </w:p>
    <w:p w14:paraId="4173FD93" w14:textId="77777777" w:rsidR="0085747A" w:rsidRPr="009C54AE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9D3B50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D502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D90E7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="00C81AC6">
        <w:rPr>
          <w:rFonts w:ascii="Corbel" w:hAnsi="Corbel"/>
          <w:b w:val="0"/>
          <w:smallCaps w:val="0"/>
          <w:szCs w:val="24"/>
        </w:rPr>
        <w:t>zaliczenie na ocenę</w:t>
      </w:r>
    </w:p>
    <w:p w14:paraId="410DF56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8D47E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0BC1E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64BD67" w14:textId="77777777" w:rsidTr="00745302">
        <w:tc>
          <w:tcPr>
            <w:tcW w:w="9670" w:type="dxa"/>
          </w:tcPr>
          <w:p w14:paraId="3019BC97" w14:textId="77777777" w:rsidR="0085747A" w:rsidRPr="003D020C" w:rsidRDefault="00E80122" w:rsidP="003D020C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0"/>
              </w:rPr>
            </w:pPr>
            <w:r w:rsidRPr="00600569">
              <w:rPr>
                <w:b w:val="0"/>
                <w:smallCaps w:val="0"/>
                <w:szCs w:val="20"/>
              </w:rPr>
              <w:t>Student powinien posiadać wiedzę w zakresie podstawowych instytucji prawa administrac</w:t>
            </w:r>
            <w:r>
              <w:rPr>
                <w:b w:val="0"/>
                <w:smallCaps w:val="0"/>
                <w:szCs w:val="20"/>
              </w:rPr>
              <w:t xml:space="preserve">yjnego </w:t>
            </w:r>
            <w:r w:rsidRPr="00600569">
              <w:rPr>
                <w:b w:val="0"/>
                <w:smallCaps w:val="0"/>
                <w:szCs w:val="20"/>
              </w:rPr>
              <w:t>oraz cywilnego</w:t>
            </w:r>
          </w:p>
        </w:tc>
      </w:tr>
    </w:tbl>
    <w:p w14:paraId="41C2FC5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58AE3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C81AC6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151F53F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E3D24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806376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17B37F7" w14:textId="77777777" w:rsidTr="00923D7D">
        <w:tc>
          <w:tcPr>
            <w:tcW w:w="851" w:type="dxa"/>
            <w:vAlign w:val="center"/>
          </w:tcPr>
          <w:p w14:paraId="0187FCA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36548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mbria" w:cs="TimesNewRomanCE"/>
                <w:sz w:val="24"/>
                <w:lang w:eastAsia="pl-PL"/>
              </w:rPr>
            </w:pPr>
            <w:r>
              <w:rPr>
                <w:rFonts w:eastAsia="Cambria"/>
              </w:rPr>
              <w:t>Celem wykładu jest prezentacja przejawów i form</w:t>
            </w:r>
            <w:r w:rsidRPr="006A72B3">
              <w:rPr>
                <w:rFonts w:eastAsia="Cambria" w:cs="TimesNewRomanCE"/>
                <w:lang w:eastAsia="pl-PL"/>
              </w:rPr>
              <w:t xml:space="preserve"> oddziaływania państwa na </w:t>
            </w:r>
            <w:r w:rsidR="00673E64">
              <w:rPr>
                <w:rFonts w:eastAsia="Cambria" w:cs="TimesNewRomanCE"/>
                <w:lang w:eastAsia="pl-PL"/>
              </w:rPr>
              <w:t>działalność lotniczą</w:t>
            </w:r>
            <w:r w:rsidRPr="006A72B3">
              <w:rPr>
                <w:rFonts w:eastAsia="Cambria" w:cs="TimesNewRomanCE"/>
                <w:lang w:eastAsia="pl-PL"/>
              </w:rPr>
              <w:t xml:space="preserve"> przy wykorzystaniu różnorodnych instrumentów prawnych na </w:t>
            </w:r>
            <w:r w:rsidR="00673E64" w:rsidRPr="006A72B3">
              <w:rPr>
                <w:rFonts w:eastAsia="Cambria" w:cs="TimesNewRomanCE"/>
                <w:lang w:eastAsia="pl-PL"/>
              </w:rPr>
              <w:t>płaszczyźnie przedmiotowej</w:t>
            </w:r>
            <w:r w:rsidRPr="006A72B3">
              <w:rPr>
                <w:rFonts w:eastAsia="Cambria" w:cs="TimesNewRomanCE"/>
                <w:lang w:eastAsia="pl-PL"/>
              </w:rPr>
              <w:t xml:space="preserve"> oraz procedury i środki oddziaływania pozwalające na kształtowanie stanu rzeczywistego i prawnego gospodarki w zgodzie z interesem publicznym.</w:t>
            </w:r>
          </w:p>
          <w:p w14:paraId="0C816F3A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  <w:r w:rsidRPr="006A72B3">
              <w:rPr>
                <w:rFonts w:eastAsia="Cambria" w:cs="TimesNewRomanCE"/>
                <w:lang w:eastAsia="pl-PL"/>
              </w:rPr>
              <w:t>Problematyka</w:t>
            </w:r>
            <w:r w:rsidRPr="006A72B3">
              <w:rPr>
                <w:rFonts w:eastAsia="Cambria"/>
              </w:rPr>
              <w:t xml:space="preserve"> wykładu obejmuje także zagadnienia </w:t>
            </w:r>
            <w:r w:rsidR="00673E64" w:rsidRPr="006A72B3">
              <w:rPr>
                <w:rFonts w:eastAsia="Cambria"/>
              </w:rPr>
              <w:t>związane konstrukcją</w:t>
            </w:r>
            <w:r w:rsidRPr="006A72B3">
              <w:rPr>
                <w:rFonts w:eastAsia="Cambria"/>
              </w:rPr>
              <w:t xml:space="preserve"> prawną podmiotów gospodarczych oraz inicjowaniem działalności gospodarczej.</w:t>
            </w:r>
          </w:p>
          <w:p w14:paraId="5C94AA82" w14:textId="77777777" w:rsidR="00755354" w:rsidRPr="006A72B3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mbria"/>
                <w:sz w:val="24"/>
              </w:rPr>
            </w:pPr>
          </w:p>
          <w:p w14:paraId="4E5E1E09" w14:textId="77777777" w:rsidR="00755354" w:rsidRPr="006A72B3" w:rsidRDefault="00B26FC4" w:rsidP="0075535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Cambria" w:hAnsiTheme="minorHAnsi" w:cstheme="minorHAnsi"/>
                <w:sz w:val="24"/>
              </w:rPr>
            </w:pPr>
            <w:r>
              <w:rPr>
                <w:rFonts w:asciiTheme="minorHAnsi" w:eastAsia="Cambria" w:hAnsiTheme="minorHAnsi" w:cstheme="minorHAnsi"/>
              </w:rPr>
              <w:t>Wykłady</w:t>
            </w:r>
            <w:r w:rsidR="00755354" w:rsidRPr="006A72B3">
              <w:rPr>
                <w:rFonts w:asciiTheme="minorHAnsi" w:eastAsia="Cambria" w:hAnsiTheme="minorHAnsi" w:cstheme="minorHAnsi"/>
              </w:rPr>
              <w:t xml:space="preserve"> mają na celu:</w:t>
            </w:r>
          </w:p>
          <w:p w14:paraId="0BB30CD3" w14:textId="77777777" w:rsidR="00755354" w:rsidRPr="00755354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pogłębienie wiedzy na temat podstaw funkcjonowania współczesnego państwa</w:t>
            </w:r>
            <w:r w:rsidR="00B26FC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, działalności lotniczej,</w:t>
            </w: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w oparciu o społeczną gospodarkę rynkową;</w:t>
            </w:r>
          </w:p>
          <w:p w14:paraId="6EFFAE0D" w14:textId="77777777" w:rsidR="00755354" w:rsidRPr="00755354" w:rsidRDefault="00755354" w:rsidP="0075535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55354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zaznajomienie z regulacjami administracyjno-prawnymi związanymi z wykonywania przez przedsiębiorców działalności gospodarczej;</w:t>
            </w:r>
          </w:p>
          <w:p w14:paraId="61C519CA" w14:textId="77777777" w:rsidR="0085747A" w:rsidRPr="009C54AE" w:rsidRDefault="00755354" w:rsidP="00755354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</w:rPr>
              <w:t>wykształcenie umieję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>tności dostrzegania problemów</w:t>
            </w:r>
            <w:r w:rsidR="00B13277">
              <w:rPr>
                <w:rFonts w:asciiTheme="minorHAnsi" w:hAnsiTheme="minorHAnsi" w:cstheme="minorHAnsi"/>
                <w:b w:val="0"/>
                <w:color w:val="000000"/>
              </w:rPr>
              <w:t xml:space="preserve"> </w:t>
            </w:r>
            <w:r w:rsidR="00673E64">
              <w:rPr>
                <w:rFonts w:asciiTheme="minorHAnsi" w:hAnsiTheme="minorHAnsi" w:cstheme="minorHAnsi"/>
                <w:b w:val="0"/>
                <w:color w:val="000000"/>
              </w:rPr>
              <w:t xml:space="preserve">związanych </w:t>
            </w:r>
            <w:r w:rsidR="00673E64" w:rsidRPr="00755354">
              <w:rPr>
                <w:rFonts w:asciiTheme="minorHAnsi" w:hAnsiTheme="minorHAnsi" w:cstheme="minorHAnsi"/>
                <w:b w:val="0"/>
                <w:color w:val="000000"/>
              </w:rPr>
              <w:t>ze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 xml:space="preserve"> </w:t>
            </w:r>
            <w:r w:rsidR="00673E64" w:rsidRPr="00755354">
              <w:rPr>
                <w:rFonts w:asciiTheme="minorHAnsi" w:hAnsiTheme="minorHAnsi" w:cstheme="minorHAnsi"/>
                <w:b w:val="0"/>
                <w:color w:val="000000"/>
              </w:rPr>
              <w:t>stosowaniem publicznego</w:t>
            </w:r>
            <w:r w:rsidRPr="00755354">
              <w:rPr>
                <w:rFonts w:asciiTheme="minorHAnsi" w:hAnsiTheme="minorHAnsi" w:cstheme="minorHAnsi"/>
                <w:b w:val="0"/>
                <w:color w:val="000000"/>
              </w:rPr>
              <w:t xml:space="preserve"> prawa gospodarczego w praktyce</w:t>
            </w:r>
          </w:p>
        </w:tc>
      </w:tr>
      <w:tr w:rsidR="0085747A" w:rsidRPr="009C54AE" w14:paraId="5A4472DA" w14:textId="77777777" w:rsidTr="00923D7D">
        <w:tc>
          <w:tcPr>
            <w:tcW w:w="851" w:type="dxa"/>
            <w:vAlign w:val="center"/>
          </w:tcPr>
          <w:p w14:paraId="4F1EF9E9" w14:textId="77777777" w:rsidR="0085747A" w:rsidRPr="009C54AE" w:rsidRDefault="0085747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…</w:t>
            </w:r>
          </w:p>
        </w:tc>
        <w:tc>
          <w:tcPr>
            <w:tcW w:w="8819" w:type="dxa"/>
            <w:vAlign w:val="center"/>
          </w:tcPr>
          <w:p w14:paraId="7266512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F80CD51" w14:textId="77777777" w:rsidTr="00923D7D">
        <w:tc>
          <w:tcPr>
            <w:tcW w:w="851" w:type="dxa"/>
            <w:vAlign w:val="center"/>
          </w:tcPr>
          <w:p w14:paraId="0EF6F0D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3281FAD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5173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CE44E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A3622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1"/>
        <w:gridCol w:w="1870"/>
      </w:tblGrid>
      <w:tr w:rsidR="0085747A" w:rsidRPr="009C54AE" w14:paraId="045C8F7C" w14:textId="77777777" w:rsidTr="00297CB6">
        <w:tc>
          <w:tcPr>
            <w:tcW w:w="1701" w:type="dxa"/>
            <w:vAlign w:val="center"/>
          </w:tcPr>
          <w:p w14:paraId="29C6B3D5" w14:textId="77777777" w:rsidR="0085747A" w:rsidRPr="009C54AE" w:rsidRDefault="0085747A" w:rsidP="00297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0" w:type="dxa"/>
            <w:vAlign w:val="center"/>
          </w:tcPr>
          <w:p w14:paraId="46EDC64C" w14:textId="77777777" w:rsidR="0085747A" w:rsidRPr="009C54AE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9" w:type="dxa"/>
            <w:vAlign w:val="center"/>
          </w:tcPr>
          <w:p w14:paraId="2ADD3C3C" w14:textId="77777777" w:rsidR="0085747A" w:rsidRPr="009C54AE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0B4899D" w14:textId="77777777" w:rsidTr="00297CB6">
        <w:tc>
          <w:tcPr>
            <w:tcW w:w="1701" w:type="dxa"/>
          </w:tcPr>
          <w:p w14:paraId="6DF938AC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0" w:type="dxa"/>
          </w:tcPr>
          <w:p w14:paraId="0D001A45" w14:textId="77777777" w:rsidR="0085747A" w:rsidRPr="009C54AE" w:rsidRDefault="00673E6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B13277"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kreśla podstawowe sfery oddziaływania państwa na 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 xml:space="preserve">gospodarkę w ramach społecznej gospodarki rynkowej. Wskazuje przyczyny reglamentacji działalności </w:t>
            </w:r>
            <w:r w:rsidR="00C81AC6">
              <w:rPr>
                <w:rFonts w:ascii="Corbel" w:hAnsi="Corbel"/>
                <w:b w:val="0"/>
                <w:smallCaps w:val="0"/>
                <w:szCs w:val="24"/>
              </w:rPr>
              <w:t>lotnicz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>Opisuje procedury</w:t>
            </w:r>
            <w:r w:rsidR="00A37B26">
              <w:rPr>
                <w:rFonts w:ascii="Corbel" w:hAnsi="Corbel"/>
                <w:b w:val="0"/>
                <w:smallCaps w:val="0"/>
                <w:szCs w:val="24"/>
              </w:rPr>
              <w:t xml:space="preserve"> administracyjne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 xml:space="preserve"> poprzedzające </w:t>
            </w:r>
            <w:r w:rsidR="00A37B26">
              <w:rPr>
                <w:rFonts w:ascii="Corbel" w:hAnsi="Corbel"/>
                <w:b w:val="0"/>
                <w:smallCaps w:val="0"/>
                <w:szCs w:val="24"/>
              </w:rPr>
              <w:t>wykonywanie</w:t>
            </w:r>
            <w:r w:rsidR="00B26FC4">
              <w:rPr>
                <w:rFonts w:ascii="Corbel" w:hAnsi="Corbel"/>
                <w:b w:val="0"/>
                <w:smallCaps w:val="0"/>
                <w:szCs w:val="24"/>
              </w:rPr>
              <w:t xml:space="preserve"> działalnoś</w:t>
            </w:r>
            <w:r w:rsidR="00A37B26">
              <w:rPr>
                <w:rFonts w:ascii="Corbel" w:hAnsi="Corbel"/>
                <w:b w:val="0"/>
                <w:smallCaps w:val="0"/>
                <w:szCs w:val="24"/>
              </w:rPr>
              <w:t>ci lotniczej</w:t>
            </w:r>
          </w:p>
        </w:tc>
        <w:tc>
          <w:tcPr>
            <w:tcW w:w="1879" w:type="dxa"/>
          </w:tcPr>
          <w:p w14:paraId="57FC7F3D" w14:textId="77777777" w:rsidR="00297CB6" w:rsidRPr="002E4168" w:rsidRDefault="00297CB6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CAA2D84" w14:textId="77777777" w:rsidR="0085747A" w:rsidRPr="002E4168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77A0D912" w14:textId="77777777" w:rsidR="003179EC" w:rsidRPr="002E4168" w:rsidRDefault="003179EC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K_W13</w:t>
            </w:r>
          </w:p>
        </w:tc>
      </w:tr>
      <w:tr w:rsidR="0085747A" w:rsidRPr="009C54AE" w14:paraId="5E9A00C4" w14:textId="77777777" w:rsidTr="00297CB6">
        <w:tc>
          <w:tcPr>
            <w:tcW w:w="1701" w:type="dxa"/>
          </w:tcPr>
          <w:p w14:paraId="59103276" w14:textId="77777777" w:rsidR="0085747A" w:rsidRPr="009C54AE" w:rsidRDefault="0085747A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0" w:type="dxa"/>
          </w:tcPr>
          <w:p w14:paraId="5D6CBE65" w14:textId="77777777" w:rsidR="0085747A" w:rsidRPr="009C54A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 oddziaływanie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 xml:space="preserve"> publicznego prawa gospodarczego</w:t>
            </w:r>
            <w:r w:rsidR="00C81AC6">
              <w:rPr>
                <w:rFonts w:ascii="Corbel" w:hAnsi="Corbel"/>
                <w:b w:val="0"/>
                <w:smallCaps w:val="0"/>
                <w:szCs w:val="24"/>
              </w:rPr>
              <w:t xml:space="preserve"> w zakresie lotniczego prawa gospodarczego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 xml:space="preserve">. Wskazuje podstawy prawne reglamentacji rynku lotniczego. </w:t>
            </w:r>
          </w:p>
        </w:tc>
        <w:tc>
          <w:tcPr>
            <w:tcW w:w="1879" w:type="dxa"/>
          </w:tcPr>
          <w:p w14:paraId="2FD10741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11004EF" w14:textId="77777777" w:rsidR="0085747A" w:rsidRPr="002E4168" w:rsidRDefault="00297CB6" w:rsidP="003179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  <w:r w:rsidR="00496D5A" w:rsidRPr="002E4168">
              <w:rPr>
                <w:rFonts w:ascii="Corbel" w:hAnsi="Corbel"/>
                <w:b w:val="0"/>
                <w:smallCaps w:val="0"/>
                <w:szCs w:val="24"/>
              </w:rPr>
              <w:t xml:space="preserve"> KU_02, </w:t>
            </w:r>
          </w:p>
        </w:tc>
      </w:tr>
      <w:tr w:rsidR="0085747A" w:rsidRPr="009C54AE" w14:paraId="28E560AD" w14:textId="77777777" w:rsidTr="00297CB6">
        <w:tc>
          <w:tcPr>
            <w:tcW w:w="1701" w:type="dxa"/>
          </w:tcPr>
          <w:p w14:paraId="551C4508" w14:textId="77777777" w:rsidR="0085747A" w:rsidRPr="009C54AE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100" w:type="dxa"/>
          </w:tcPr>
          <w:p w14:paraId="38912371" w14:textId="77777777" w:rsidR="0085747A" w:rsidRPr="009C54AE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  <w:r w:rsidR="00673E64">
              <w:rPr>
                <w:rFonts w:ascii="Corbel" w:hAnsi="Corbel"/>
                <w:b w:val="0"/>
                <w:smallCaps w:val="0"/>
                <w:szCs w:val="24"/>
              </w:rPr>
              <w:t>. Potrafi omówić</w:t>
            </w:r>
            <w:r w:rsidR="00496D5A">
              <w:rPr>
                <w:rFonts w:ascii="Corbel" w:hAnsi="Corbel"/>
                <w:b w:val="0"/>
                <w:smallCaps w:val="0"/>
                <w:szCs w:val="24"/>
              </w:rPr>
              <w:t xml:space="preserve"> strukturę administracji lotnictwa cywilnego w Polsce</w:t>
            </w:r>
            <w:r w:rsidR="00A37B26">
              <w:rPr>
                <w:rFonts w:ascii="Corbel" w:hAnsi="Corbel"/>
                <w:b w:val="0"/>
                <w:smallCaps w:val="0"/>
                <w:szCs w:val="24"/>
              </w:rPr>
              <w:t>, procedury na zarządzanie lotniskiem użytku publicznego</w:t>
            </w:r>
          </w:p>
        </w:tc>
        <w:tc>
          <w:tcPr>
            <w:tcW w:w="1879" w:type="dxa"/>
          </w:tcPr>
          <w:p w14:paraId="3309703B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C235A88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4354D7BE" w14:textId="77777777" w:rsidR="0085747A" w:rsidRPr="002E4168" w:rsidRDefault="0085747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97CB6" w14:paraId="637C3413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0"/>
        </w:trPr>
        <w:tc>
          <w:tcPr>
            <w:tcW w:w="1701" w:type="dxa"/>
          </w:tcPr>
          <w:p w14:paraId="02BA9FB9" w14:textId="77777777" w:rsidR="00297CB6" w:rsidRDefault="00297CB6" w:rsidP="00297C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100" w:type="dxa"/>
          </w:tcPr>
          <w:p w14:paraId="4C8E2BA3" w14:textId="77777777" w:rsidR="00297CB6" w:rsidRDefault="00297CB6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ymienia środki nadzoru i kontroli państwa nad działalnością przedsiębiorców w aspekcie regulacji publicznego prawa gospodarczego</w:t>
            </w:r>
          </w:p>
        </w:tc>
        <w:tc>
          <w:tcPr>
            <w:tcW w:w="1879" w:type="dxa"/>
          </w:tcPr>
          <w:p w14:paraId="052CE53C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662F12F" w14:textId="77777777" w:rsidR="00496D5A" w:rsidRPr="002E4168" w:rsidRDefault="00496D5A" w:rsidP="00496D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K_W03</w:t>
            </w:r>
          </w:p>
          <w:p w14:paraId="3CCB6F5E" w14:textId="77777777" w:rsidR="00297CB6" w:rsidRPr="002E4168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>K_U02</w:t>
            </w:r>
          </w:p>
        </w:tc>
      </w:tr>
      <w:tr w:rsidR="00297CB6" w14:paraId="360FC2D9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1701" w:type="dxa"/>
          </w:tcPr>
          <w:p w14:paraId="2EE6AF52" w14:textId="77777777" w:rsidR="00297CB6" w:rsidRPr="006A72B3" w:rsidRDefault="00297CB6" w:rsidP="00297C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  <w:p w14:paraId="62E09E46" w14:textId="77777777" w:rsidR="00297CB6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00" w:type="dxa"/>
          </w:tcPr>
          <w:p w14:paraId="5E24DA31" w14:textId="77777777" w:rsidR="00297CB6" w:rsidRPr="003D020C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9" w:type="dxa"/>
          </w:tcPr>
          <w:p w14:paraId="46D35FD2" w14:textId="77777777" w:rsidR="00297CB6" w:rsidRPr="002E4168" w:rsidRDefault="00496D5A" w:rsidP="003D02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4168">
              <w:rPr>
                <w:rFonts w:ascii="Corbel" w:hAnsi="Corbel"/>
                <w:b w:val="0"/>
                <w:sz w:val="22"/>
              </w:rPr>
              <w:t xml:space="preserve">K_U02, </w:t>
            </w:r>
            <w:r w:rsidRPr="002E416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297CB6" w14:paraId="1D544F9B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15B2C438" w14:textId="77777777" w:rsidR="00297CB6" w:rsidRPr="003D020C" w:rsidRDefault="00297CB6" w:rsidP="003D02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100" w:type="dxa"/>
          </w:tcPr>
          <w:p w14:paraId="061E5377" w14:textId="77777777" w:rsidR="00297CB6" w:rsidRPr="003D020C" w:rsidRDefault="00297CB6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 xml:space="preserve">Posiada rozszerzoną wiedzę na temat ustroju struktur i </w:t>
            </w:r>
            <w:r w:rsidRPr="003D020C">
              <w:rPr>
                <w:rFonts w:ascii="Corbel" w:hAnsi="Corbel"/>
                <w:bCs/>
                <w:sz w:val="24"/>
                <w:szCs w:val="24"/>
              </w:rPr>
              <w:lastRenderedPageBreak/>
              <w:t>zasad funkcjonowania organów administracji publicznej</w:t>
            </w:r>
          </w:p>
        </w:tc>
        <w:tc>
          <w:tcPr>
            <w:tcW w:w="1879" w:type="dxa"/>
          </w:tcPr>
          <w:p w14:paraId="5474BBC5" w14:textId="77777777" w:rsidR="00297CB6" w:rsidRPr="002E4168" w:rsidRDefault="00496D5A" w:rsidP="003D020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4168">
              <w:rPr>
                <w:rFonts w:ascii="Corbel" w:hAnsi="Corbel"/>
              </w:rPr>
              <w:lastRenderedPageBreak/>
              <w:t>K_U02</w:t>
            </w:r>
          </w:p>
        </w:tc>
      </w:tr>
      <w:tr w:rsidR="00297CB6" w14:paraId="28C19F82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701" w:type="dxa"/>
          </w:tcPr>
          <w:p w14:paraId="467EBB62" w14:textId="77777777" w:rsidR="00297CB6" w:rsidRPr="003D020C" w:rsidRDefault="00297CB6" w:rsidP="003D020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6100" w:type="dxa"/>
          </w:tcPr>
          <w:p w14:paraId="06E782C9" w14:textId="77777777" w:rsidR="00297CB6" w:rsidRPr="003D020C" w:rsidRDefault="00EB6EF4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9" w:type="dxa"/>
          </w:tcPr>
          <w:p w14:paraId="7A9106DF" w14:textId="77777777" w:rsidR="00297CB6" w:rsidRPr="00444FB0" w:rsidRDefault="00673E64" w:rsidP="00444FB0">
            <w:pPr>
              <w:pStyle w:val="NormalnyWeb"/>
              <w:shd w:val="clear" w:color="auto" w:fill="FFFFFF"/>
            </w:pPr>
            <w:r w:rsidRPr="002E4168">
              <w:rPr>
                <w:rFonts w:ascii="Corbel" w:hAnsi="Corbel"/>
                <w:sz w:val="22"/>
                <w:szCs w:val="22"/>
              </w:rPr>
              <w:t xml:space="preserve">K_U02 K_U05 K_U08 K_U11 </w:t>
            </w:r>
            <w:r w:rsidR="00496D5A" w:rsidRPr="002E4168">
              <w:rPr>
                <w:rFonts w:ascii="Corbel" w:hAnsi="Corbel"/>
                <w:sz w:val="22"/>
                <w:szCs w:val="22"/>
              </w:rPr>
              <w:t xml:space="preserve">K_U15, </w:t>
            </w:r>
            <w:r w:rsidRPr="002E4168">
              <w:rPr>
                <w:rFonts w:ascii="Corbel" w:hAnsi="Corbel"/>
                <w:sz w:val="22"/>
                <w:szCs w:val="22"/>
              </w:rPr>
              <w:t xml:space="preserve">K_K02 </w:t>
            </w:r>
          </w:p>
        </w:tc>
      </w:tr>
      <w:tr w:rsidR="00297CB6" w14:paraId="27ABFC6F" w14:textId="77777777" w:rsidTr="00297CB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01" w:type="dxa"/>
          </w:tcPr>
          <w:p w14:paraId="271119DE" w14:textId="77777777" w:rsidR="00297CB6" w:rsidRPr="006A72B3" w:rsidRDefault="00297CB6" w:rsidP="00297C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EK_08</w:t>
            </w:r>
          </w:p>
          <w:p w14:paraId="561A12BE" w14:textId="77777777" w:rsidR="00297CB6" w:rsidRDefault="00297CB6" w:rsidP="00297CB6">
            <w:pPr>
              <w:pStyle w:val="Akapitzlist"/>
              <w:spacing w:line="240" w:lineRule="auto"/>
              <w:ind w:left="426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00" w:type="dxa"/>
          </w:tcPr>
          <w:p w14:paraId="414DEC99" w14:textId="77777777" w:rsidR="00297CB6" w:rsidRPr="003D020C" w:rsidRDefault="00EB6EF4" w:rsidP="003D020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D020C">
              <w:rPr>
                <w:rFonts w:ascii="Corbel" w:hAnsi="Corbel"/>
                <w:bCs/>
                <w:sz w:val="24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9" w:type="dxa"/>
          </w:tcPr>
          <w:p w14:paraId="657A80CC" w14:textId="77777777" w:rsidR="00297CB6" w:rsidRPr="002E4168" w:rsidRDefault="00496D5A" w:rsidP="00496D5A">
            <w:pPr>
              <w:pStyle w:val="NormalnyWeb"/>
              <w:shd w:val="clear" w:color="auto" w:fill="FFFFFF"/>
            </w:pPr>
            <w:r w:rsidRPr="002E4168">
              <w:rPr>
                <w:rFonts w:ascii="Corbel" w:hAnsi="Corbel"/>
                <w:sz w:val="22"/>
                <w:szCs w:val="22"/>
              </w:rPr>
              <w:t>K_U11</w:t>
            </w:r>
            <w:r w:rsidRPr="002E4168">
              <w:rPr>
                <w:rFonts w:ascii="Corbel" w:hAnsi="Corbel"/>
                <w:sz w:val="22"/>
              </w:rPr>
              <w:t>,</w:t>
            </w:r>
            <w:r w:rsidRPr="002E4168">
              <w:rPr>
                <w:rFonts w:ascii="Corbel" w:hAnsi="Corbel"/>
                <w:sz w:val="22"/>
                <w:szCs w:val="22"/>
              </w:rPr>
              <w:t xml:space="preserve"> K_K02, K_K08</w:t>
            </w:r>
          </w:p>
        </w:tc>
      </w:tr>
    </w:tbl>
    <w:p w14:paraId="0BFFFE80" w14:textId="77777777" w:rsidR="0085747A" w:rsidRPr="0020055A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20055A">
        <w:rPr>
          <w:rFonts w:ascii="Corbel" w:hAnsi="Corbel"/>
          <w:b/>
          <w:sz w:val="24"/>
          <w:szCs w:val="24"/>
        </w:rPr>
        <w:t>3.3</w:t>
      </w:r>
      <w:r w:rsidR="001D7B54" w:rsidRPr="0020055A">
        <w:rPr>
          <w:rFonts w:ascii="Corbel" w:hAnsi="Corbel"/>
          <w:b/>
          <w:sz w:val="24"/>
          <w:szCs w:val="24"/>
        </w:rPr>
        <w:t xml:space="preserve"> </w:t>
      </w:r>
      <w:r w:rsidR="0085747A" w:rsidRPr="0020055A">
        <w:rPr>
          <w:rFonts w:ascii="Corbel" w:hAnsi="Corbel"/>
          <w:b/>
          <w:sz w:val="24"/>
          <w:szCs w:val="24"/>
        </w:rPr>
        <w:t>T</w:t>
      </w:r>
      <w:r w:rsidR="001D7B54" w:rsidRPr="0020055A">
        <w:rPr>
          <w:rFonts w:ascii="Corbel" w:hAnsi="Corbel"/>
          <w:b/>
          <w:sz w:val="24"/>
          <w:szCs w:val="24"/>
        </w:rPr>
        <w:t>reści programowe</w:t>
      </w:r>
      <w:r w:rsidR="00B26FC4">
        <w:rPr>
          <w:rFonts w:ascii="Corbel" w:hAnsi="Corbel"/>
          <w:b/>
          <w:sz w:val="24"/>
          <w:szCs w:val="24"/>
        </w:rPr>
        <w:t xml:space="preserve"> </w:t>
      </w:r>
      <w:r w:rsidR="007327BD" w:rsidRPr="0020055A">
        <w:rPr>
          <w:rFonts w:ascii="Corbel" w:hAnsi="Corbel"/>
          <w:sz w:val="24"/>
          <w:szCs w:val="24"/>
        </w:rPr>
        <w:t xml:space="preserve"> </w:t>
      </w:r>
    </w:p>
    <w:p w14:paraId="76D3359C" w14:textId="4161FACA" w:rsidR="0085747A" w:rsidRPr="009C54AE" w:rsidRDefault="009000F8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738B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14:paraId="1FBC9BF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9C54AE" w14:paraId="22D75863" w14:textId="77777777" w:rsidTr="003D020C">
        <w:trPr>
          <w:trHeight w:val="85"/>
        </w:trPr>
        <w:tc>
          <w:tcPr>
            <w:tcW w:w="8502" w:type="dxa"/>
          </w:tcPr>
          <w:p w14:paraId="21B7CA44" w14:textId="77777777" w:rsidR="0085747A" w:rsidRPr="00B26FC4" w:rsidRDefault="0085747A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85747A" w:rsidRPr="009C54AE" w14:paraId="6E76A845" w14:textId="77777777" w:rsidTr="003D020C">
        <w:trPr>
          <w:trHeight w:val="85"/>
        </w:trPr>
        <w:tc>
          <w:tcPr>
            <w:tcW w:w="8502" w:type="dxa"/>
          </w:tcPr>
          <w:p w14:paraId="3A66A4F5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 xml:space="preserve">1. </w:t>
            </w: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Ogólna charakterystyka działań reglamentacyjnych w lotnictwie:</w:t>
            </w:r>
            <w:r w:rsidRPr="00B26FC4">
              <w:rPr>
                <w:rFonts w:ascii="Corbel" w:hAnsi="Corbel"/>
                <w:sz w:val="20"/>
                <w:szCs w:val="20"/>
              </w:rPr>
              <w:t xml:space="preserve"> </w:t>
            </w:r>
          </w:p>
          <w:p w14:paraId="0ED3206D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 xml:space="preserve">a. pojęcie koncesji </w:t>
            </w:r>
          </w:p>
          <w:p w14:paraId="548FABC5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 xml:space="preserve">b. pojęcie zezwolenia </w:t>
            </w:r>
          </w:p>
          <w:p w14:paraId="26BD8AEC" w14:textId="77777777" w:rsidR="0085747A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c. inne formy reglamentacji (tzw. użytek publiczny)</w:t>
            </w:r>
          </w:p>
          <w:p w14:paraId="508737DB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2h</w:t>
            </w:r>
          </w:p>
        </w:tc>
      </w:tr>
      <w:tr w:rsidR="0085747A" w:rsidRPr="009C54AE" w14:paraId="2344A34F" w14:textId="77777777" w:rsidTr="003D020C">
        <w:trPr>
          <w:trHeight w:val="85"/>
        </w:trPr>
        <w:tc>
          <w:tcPr>
            <w:tcW w:w="8502" w:type="dxa"/>
          </w:tcPr>
          <w:p w14:paraId="5922457E" w14:textId="77777777" w:rsidR="00B26FC4" w:rsidRPr="00B26FC4" w:rsidRDefault="0020055A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2.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 xml:space="preserve"> Koncesje w prawie lotniczym </w:t>
            </w:r>
          </w:p>
          <w:p w14:paraId="12D0D84E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Ogólna charakterystyka działalności objętej koncesjami w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 xml:space="preserve">lotnictwie </w:t>
            </w:r>
          </w:p>
          <w:p w14:paraId="7106E088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Ważniejsze wyjątki</w:t>
            </w:r>
          </w:p>
          <w:p w14:paraId="2FE0A417" w14:textId="77777777" w:rsidR="00C81AC6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c. Charakterystyka podmiotów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udzielających koncesji</w:t>
            </w:r>
          </w:p>
          <w:p w14:paraId="5803C25F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2h</w:t>
            </w:r>
          </w:p>
        </w:tc>
      </w:tr>
      <w:tr w:rsidR="0085747A" w:rsidRPr="009C54AE" w14:paraId="1F0E97E1" w14:textId="77777777" w:rsidTr="003D020C">
        <w:trPr>
          <w:trHeight w:val="707"/>
        </w:trPr>
        <w:tc>
          <w:tcPr>
            <w:tcW w:w="8502" w:type="dxa"/>
          </w:tcPr>
          <w:p w14:paraId="1B39DDA6" w14:textId="77777777" w:rsidR="00B26FC4" w:rsidRPr="00B26FC4" w:rsidRDefault="00C81AC6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  <w:t>3.</w:t>
            </w:r>
            <w:r w:rsidRPr="00B26FC4">
              <w:rPr>
                <w:rFonts w:ascii="Corbel" w:hAnsi="Corbel"/>
                <w:sz w:val="20"/>
                <w:szCs w:val="20"/>
              </w:rPr>
              <w:t xml:space="preserve"> 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>Procedura wydania koncesji na przewóz lotniczy</w:t>
            </w:r>
            <w:r w:rsidR="00B26FC4">
              <w:rPr>
                <w:rFonts w:ascii="Corbel" w:hAnsi="Corbel"/>
                <w:b/>
                <w:bCs/>
                <w:sz w:val="20"/>
                <w:szCs w:val="20"/>
              </w:rPr>
              <w:t>:</w:t>
            </w:r>
          </w:p>
          <w:p w14:paraId="15F8FBE1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Elementy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wniosku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o udzielenie koncesji</w:t>
            </w:r>
          </w:p>
          <w:p w14:paraId="0BE3A0A9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 Obowiązek przedstawienia koncesji do zatwierdzenia</w:t>
            </w:r>
          </w:p>
          <w:p w14:paraId="36973688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 Decyzje w sprawie koncesji; koncesja tymczasowa</w:t>
            </w:r>
          </w:p>
          <w:p w14:paraId="6213CFA7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d. Procedury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zakresie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dokonywania ocena sytuacji finansowej przewoźnika.</w:t>
            </w:r>
          </w:p>
          <w:p w14:paraId="2D12281D" w14:textId="77777777" w:rsidR="0020055A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e. Ważniejsze obowiązki w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zakresie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zgłaszania zmian danych objętych wnioskiem o udzielenie koncesji</w:t>
            </w:r>
          </w:p>
          <w:p w14:paraId="2C99B056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3h</w:t>
            </w:r>
          </w:p>
        </w:tc>
      </w:tr>
      <w:tr w:rsidR="0020055A" w:rsidRPr="009C54AE" w14:paraId="5547A6EC" w14:textId="77777777" w:rsidTr="003D020C">
        <w:trPr>
          <w:trHeight w:val="387"/>
        </w:trPr>
        <w:tc>
          <w:tcPr>
            <w:tcW w:w="8502" w:type="dxa"/>
          </w:tcPr>
          <w:p w14:paraId="0DE554E7" w14:textId="77777777" w:rsidR="00B26FC4" w:rsidRPr="00B26FC4" w:rsidRDefault="0020055A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4.</w:t>
            </w:r>
            <w:r w:rsidR="00C81AC6" w:rsidRPr="00B26FC4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>Procedury wydawania zezwoleń w prawie lotniczym:</w:t>
            </w:r>
          </w:p>
          <w:p w14:paraId="31F6E44E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Przegląd działań przed złożeniem wniosku</w:t>
            </w:r>
          </w:p>
          <w:p w14:paraId="67A15BA0" w14:textId="77777777" w:rsidR="00C81AC6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Sposoby gromadzenia dokumentacji i analizy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kosztów</w:t>
            </w:r>
          </w:p>
          <w:p w14:paraId="3444FA6B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  <w:lang w:eastAsia="pl-PL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3h</w:t>
            </w:r>
          </w:p>
        </w:tc>
      </w:tr>
      <w:tr w:rsidR="0020055A" w:rsidRPr="009C54AE" w14:paraId="0751E090" w14:textId="77777777" w:rsidTr="00851D1C">
        <w:trPr>
          <w:trHeight w:val="90"/>
        </w:trPr>
        <w:tc>
          <w:tcPr>
            <w:tcW w:w="8502" w:type="dxa"/>
            <w:tcBorders>
              <w:bottom w:val="single" w:sz="4" w:space="0" w:color="auto"/>
            </w:tcBorders>
          </w:tcPr>
          <w:p w14:paraId="38DB9396" w14:textId="77777777" w:rsidR="00B26FC4" w:rsidRPr="00B26FC4" w:rsidRDefault="00851D1C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 xml:space="preserve">5. 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>Procedura wydawania zezwolenia na zarządzanie lotniskiem użytku publicznego</w:t>
            </w:r>
            <w:r w:rsidR="00B26FC4">
              <w:rPr>
                <w:rFonts w:ascii="Corbel" w:hAnsi="Corbel"/>
                <w:b/>
                <w:bCs/>
                <w:sz w:val="20"/>
                <w:szCs w:val="20"/>
              </w:rPr>
              <w:t>:</w:t>
            </w:r>
          </w:p>
          <w:p w14:paraId="5AB9B1E4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Etapy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opracowania wniosku o udzielenie zezwolenia na zarządzanie lotniskiem użytku publicznego; odmowa,</w:t>
            </w:r>
          </w:p>
          <w:p w14:paraId="20EA4DD9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Przegląd sytuacji prawnych powodujących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cofnięcie lub zmianę zezwolenia;</w:t>
            </w:r>
          </w:p>
          <w:p w14:paraId="57B94563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c. Typowe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elementy zezwolenia.</w:t>
            </w:r>
          </w:p>
          <w:p w14:paraId="79A7D2B5" w14:textId="77777777" w:rsidR="00851D1C" w:rsidRDefault="00B26FC4" w:rsidP="00B26FC4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d. Przegląd najnowszych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wymagań</w:t>
            </w:r>
            <w:r>
              <w:rPr>
                <w:rFonts w:ascii="Corbel" w:hAnsi="Corbel"/>
                <w:sz w:val="20"/>
                <w:szCs w:val="20"/>
              </w:rPr>
              <w:t xml:space="preserve"> </w:t>
            </w:r>
            <w:r w:rsidRPr="00B26FC4">
              <w:rPr>
                <w:rFonts w:ascii="Corbel" w:hAnsi="Corbel"/>
                <w:sz w:val="20"/>
                <w:szCs w:val="20"/>
              </w:rPr>
              <w:t>w zakresie dokumentów oraz informacji przedstawianych przy ubieganiu się o zezwolenie na zarządzanie lotniskiem użytku publicznego</w:t>
            </w:r>
          </w:p>
          <w:p w14:paraId="364B719A" w14:textId="77777777" w:rsidR="00B26FC4" w:rsidRPr="00B26FC4" w:rsidRDefault="00B26FC4" w:rsidP="00B26FC4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3h</w:t>
            </w:r>
          </w:p>
        </w:tc>
      </w:tr>
      <w:tr w:rsidR="00FD1855" w:rsidRPr="009C54AE" w14:paraId="31F27005" w14:textId="77777777" w:rsidTr="00851D1C">
        <w:trPr>
          <w:trHeight w:val="728"/>
        </w:trPr>
        <w:tc>
          <w:tcPr>
            <w:tcW w:w="8502" w:type="dxa"/>
            <w:tcBorders>
              <w:bottom w:val="single" w:sz="4" w:space="0" w:color="auto"/>
            </w:tcBorders>
          </w:tcPr>
          <w:p w14:paraId="6B20AFF4" w14:textId="77777777" w:rsidR="00B26FC4" w:rsidRPr="00B26FC4" w:rsidRDefault="00FD1855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sz w:val="20"/>
                <w:szCs w:val="20"/>
              </w:rPr>
              <w:t>6</w:t>
            </w:r>
            <w:r w:rsidR="00851D1C" w:rsidRPr="00B26FC4">
              <w:rPr>
                <w:rFonts w:ascii="Corbel" w:hAnsi="Corbel"/>
                <w:b/>
                <w:sz w:val="20"/>
                <w:szCs w:val="20"/>
              </w:rPr>
              <w:t xml:space="preserve">. </w:t>
            </w:r>
            <w:r w:rsidR="00B26FC4" w:rsidRPr="00B26FC4">
              <w:rPr>
                <w:rFonts w:ascii="Corbel" w:hAnsi="Corbel"/>
                <w:b/>
                <w:bCs/>
                <w:sz w:val="20"/>
                <w:szCs w:val="20"/>
              </w:rPr>
              <w:t>Zezwolenie na wykonywanie obsługi naziemnej</w:t>
            </w:r>
          </w:p>
          <w:p w14:paraId="600B13F5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a. Usługi wchodzące w skład obsługi naziemnej.</w:t>
            </w:r>
          </w:p>
          <w:p w14:paraId="240982A2" w14:textId="77777777" w:rsidR="00B26FC4" w:rsidRPr="00B26FC4" w:rsidRDefault="00B26FC4" w:rsidP="00B26FC4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b. Zasada ograniczenia liczby zezwoleń dla agentów obsługi naziemnej lub liczby użytkowników wykonujących własną obsługę naziemną.</w:t>
            </w:r>
          </w:p>
          <w:p w14:paraId="1BE55885" w14:textId="77777777" w:rsidR="00851D1C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0"/>
                <w:szCs w:val="20"/>
              </w:rPr>
            </w:pPr>
            <w:r w:rsidRPr="00B26FC4">
              <w:rPr>
                <w:rFonts w:ascii="Corbel" w:hAnsi="Corbel"/>
                <w:sz w:val="20"/>
                <w:szCs w:val="20"/>
              </w:rPr>
              <w:t>c. Ważniejsze przesłanki odmowy do wydania, zawieszenie lub cofnięcie zezwolenia na świadczenie obsługi naziemnej</w:t>
            </w:r>
          </w:p>
          <w:p w14:paraId="4881ADB9" w14:textId="77777777" w:rsidR="00B26FC4" w:rsidRPr="00B26FC4" w:rsidRDefault="00B26FC4" w:rsidP="00B26F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bCs/>
                <w:sz w:val="20"/>
                <w:szCs w:val="20"/>
              </w:rPr>
            </w:pPr>
            <w:r w:rsidRPr="00B26FC4">
              <w:rPr>
                <w:rFonts w:ascii="Corbel" w:hAnsi="Corbel"/>
                <w:b/>
                <w:bCs/>
                <w:sz w:val="20"/>
                <w:szCs w:val="20"/>
              </w:rPr>
              <w:t>2h</w:t>
            </w:r>
          </w:p>
        </w:tc>
      </w:tr>
    </w:tbl>
    <w:p w14:paraId="3CC0332D" w14:textId="697F9CA6" w:rsidR="0085747A" w:rsidRPr="008738BA" w:rsidRDefault="0085747A" w:rsidP="008738BA">
      <w:pPr>
        <w:spacing w:line="240" w:lineRule="auto"/>
        <w:rPr>
          <w:rFonts w:ascii="Corbel" w:hAnsi="Corbel"/>
          <w:sz w:val="24"/>
          <w:szCs w:val="24"/>
        </w:rPr>
      </w:pPr>
    </w:p>
    <w:p w14:paraId="34782A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83EF0C" w14:textId="77777777" w:rsidTr="00923D7D">
        <w:tc>
          <w:tcPr>
            <w:tcW w:w="9639" w:type="dxa"/>
          </w:tcPr>
          <w:p w14:paraId="0103529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1D12938" w14:textId="77777777" w:rsidTr="00923D7D">
        <w:tc>
          <w:tcPr>
            <w:tcW w:w="9639" w:type="dxa"/>
          </w:tcPr>
          <w:p w14:paraId="1B76A6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6B4884F" w14:textId="77777777" w:rsidTr="00923D7D">
        <w:tc>
          <w:tcPr>
            <w:tcW w:w="9639" w:type="dxa"/>
          </w:tcPr>
          <w:p w14:paraId="402717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1C4D347" w14:textId="77777777" w:rsidTr="00923D7D">
        <w:tc>
          <w:tcPr>
            <w:tcW w:w="9639" w:type="dxa"/>
          </w:tcPr>
          <w:p w14:paraId="46DE1B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6EA2D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DC7D6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C34F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C52A7D" w14:textId="77777777" w:rsidR="0085747A" w:rsidRPr="00BA1E01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14:paraId="16FBD32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DF6B0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71A0E2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D34B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33"/>
        <w:gridCol w:w="2124"/>
      </w:tblGrid>
      <w:tr w:rsidR="000A6CE6" w:rsidRPr="009C54AE" w14:paraId="72D1C3AF" w14:textId="77777777" w:rsidTr="001C3E68">
        <w:tc>
          <w:tcPr>
            <w:tcW w:w="1990" w:type="dxa"/>
            <w:vAlign w:val="center"/>
          </w:tcPr>
          <w:p w14:paraId="52FB84BA" w14:textId="77777777" w:rsidR="000A6CE6" w:rsidRPr="009C54AE" w:rsidRDefault="000A6CE6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61FBB46" w14:textId="77777777" w:rsidR="000A6CE6" w:rsidRPr="009C54AE" w:rsidRDefault="000A6CE6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A602EE4" w14:textId="77777777" w:rsidR="000A6CE6" w:rsidRPr="009C54AE" w:rsidRDefault="000A6CE6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14:paraId="36F3BF17" w14:textId="77777777" w:rsidR="000A6CE6" w:rsidRPr="009C54AE" w:rsidRDefault="000A6CE6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F69C2A" w14:textId="77777777" w:rsidR="000A6CE6" w:rsidRPr="009C54AE" w:rsidRDefault="000A6CE6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A6CE6" w:rsidRPr="009C54AE" w14:paraId="1C33C5D2" w14:textId="77777777" w:rsidTr="001C3E68">
        <w:tc>
          <w:tcPr>
            <w:tcW w:w="1990" w:type="dxa"/>
          </w:tcPr>
          <w:p w14:paraId="744CF4E6" w14:textId="77777777" w:rsidR="000A6CE6" w:rsidRPr="005E6E85" w:rsidRDefault="000A6CE6" w:rsidP="001C3E68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E6E85">
              <w:rPr>
                <w:b w:val="0"/>
                <w:sz w:val="22"/>
              </w:rPr>
              <w:t>ek</w:t>
            </w:r>
            <w:proofErr w:type="spellEnd"/>
            <w:r w:rsidRPr="005E6E85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475C2426" w14:textId="77777777" w:rsidR="000A6CE6" w:rsidRPr="008C224F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224F">
              <w:rPr>
                <w:rFonts w:ascii="Corbel" w:hAnsi="Corbel"/>
                <w:b w:val="0"/>
                <w:szCs w:val="24"/>
              </w:rPr>
              <w:t>dyskusja w trakcie konwersatorium</w:t>
            </w:r>
          </w:p>
        </w:tc>
        <w:tc>
          <w:tcPr>
            <w:tcW w:w="2129" w:type="dxa"/>
          </w:tcPr>
          <w:p w14:paraId="34E3A4BD" w14:textId="77777777" w:rsidR="000A6CE6" w:rsidRPr="00C03A78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A78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A6CE6" w:rsidRPr="009C54AE" w14:paraId="1FA3B266" w14:textId="77777777" w:rsidTr="001C3E68">
        <w:trPr>
          <w:trHeight w:val="260"/>
        </w:trPr>
        <w:tc>
          <w:tcPr>
            <w:tcW w:w="1990" w:type="dxa"/>
          </w:tcPr>
          <w:p w14:paraId="0938D6FE" w14:textId="77777777" w:rsidR="000A6CE6" w:rsidRPr="009C54AE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9C8F9C" w14:textId="77777777" w:rsidR="000A6CE6" w:rsidRPr="00C03A78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A78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653E3C7F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0A6CE6" w:rsidRPr="009C54AE" w14:paraId="03469093" w14:textId="77777777" w:rsidTr="001C3E68">
        <w:trPr>
          <w:trHeight w:val="290"/>
        </w:trPr>
        <w:tc>
          <w:tcPr>
            <w:tcW w:w="1990" w:type="dxa"/>
          </w:tcPr>
          <w:p w14:paraId="65FFB9DC" w14:textId="77777777" w:rsidR="000A6CE6" w:rsidRPr="009C54AE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E8A1FB7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33EF6D72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0A6CE6" w:rsidRPr="009C54AE" w14:paraId="518B8D05" w14:textId="77777777" w:rsidTr="001C3E68">
        <w:trPr>
          <w:trHeight w:val="300"/>
        </w:trPr>
        <w:tc>
          <w:tcPr>
            <w:tcW w:w="1990" w:type="dxa"/>
          </w:tcPr>
          <w:p w14:paraId="452508EE" w14:textId="77777777" w:rsidR="000A6CE6" w:rsidRPr="009C54AE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8D46EC7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48AA8A61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0A6CE6" w:rsidRPr="009C54AE" w14:paraId="20E30D03" w14:textId="77777777" w:rsidTr="001C3E68">
        <w:trPr>
          <w:trHeight w:val="240"/>
        </w:trPr>
        <w:tc>
          <w:tcPr>
            <w:tcW w:w="1990" w:type="dxa"/>
          </w:tcPr>
          <w:p w14:paraId="71ADD43A" w14:textId="77777777" w:rsidR="000A6CE6" w:rsidRPr="009C54AE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4B3A5FD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6AF3AA8E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0A6CE6" w:rsidRPr="009C54AE" w14:paraId="047C5FE3" w14:textId="77777777" w:rsidTr="001C3E68">
        <w:trPr>
          <w:trHeight w:val="350"/>
        </w:trPr>
        <w:tc>
          <w:tcPr>
            <w:tcW w:w="1990" w:type="dxa"/>
          </w:tcPr>
          <w:p w14:paraId="4176F6A5" w14:textId="77777777" w:rsidR="000A6CE6" w:rsidRPr="009C54AE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BE0E785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4E1E890C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0A6CE6" w14:paraId="380A4F9E" w14:textId="77777777" w:rsidTr="001C3E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14:paraId="327748BB" w14:textId="77777777" w:rsidR="000A6CE6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52DE96E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6D60DCFA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  <w:tr w:rsidR="000A6CE6" w14:paraId="4DB26BD8" w14:textId="77777777" w:rsidTr="001C3E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990" w:type="dxa"/>
          </w:tcPr>
          <w:p w14:paraId="7E9D3058" w14:textId="77777777" w:rsidR="000A6CE6" w:rsidRDefault="000A6CE6" w:rsidP="001C3E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F5498E7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rFonts w:ascii="Corbel" w:hAnsi="Corbel"/>
                <w:bCs/>
                <w:sz w:val="24"/>
                <w:szCs w:val="24"/>
              </w:rPr>
              <w:t>Zaliczenie z oceną</w:t>
            </w:r>
          </w:p>
        </w:tc>
        <w:tc>
          <w:tcPr>
            <w:tcW w:w="2129" w:type="dxa"/>
          </w:tcPr>
          <w:p w14:paraId="1B7AB65A" w14:textId="77777777" w:rsidR="000A6CE6" w:rsidRPr="00C03A78" w:rsidRDefault="000A6CE6" w:rsidP="001C3E68">
            <w:pPr>
              <w:rPr>
                <w:bCs/>
                <w:sz w:val="24"/>
                <w:szCs w:val="24"/>
              </w:rPr>
            </w:pPr>
            <w:r w:rsidRPr="00C03A78">
              <w:rPr>
                <w:bCs/>
                <w:sz w:val="24"/>
                <w:szCs w:val="24"/>
              </w:rPr>
              <w:t>Konwersatorium</w:t>
            </w:r>
          </w:p>
        </w:tc>
      </w:tr>
    </w:tbl>
    <w:p w14:paraId="50E00C71" w14:textId="77777777" w:rsidR="000A6CE6" w:rsidRDefault="000A6CE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4A362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00B32C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EE22B1" w14:textId="77777777" w:rsidTr="00923D7D">
        <w:tc>
          <w:tcPr>
            <w:tcW w:w="9670" w:type="dxa"/>
          </w:tcPr>
          <w:p w14:paraId="08A6FABF" w14:textId="77777777" w:rsidR="0085747A" w:rsidRPr="003D020C" w:rsidRDefault="000D4A1D" w:rsidP="003D020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Egzamin pisemny,</w:t>
            </w:r>
            <w:r w:rsidR="003D020C">
              <w:rPr>
                <w:b w:val="0"/>
                <w:smallCaps w:val="0"/>
                <w:sz w:val="22"/>
              </w:rPr>
              <w:t xml:space="preserve"> </w:t>
            </w:r>
            <w:r>
              <w:rPr>
                <w:b w:val="0"/>
                <w:smallCaps w:val="0"/>
                <w:sz w:val="22"/>
              </w:rPr>
              <w:t>a</w:t>
            </w:r>
            <w:r w:rsidRPr="00613B94">
              <w:rPr>
                <w:b w:val="0"/>
                <w:smallCaps w:val="0"/>
                <w:sz w:val="22"/>
              </w:rPr>
              <w:t>rkusz egzaminacyjny zawiera 15 pytań.</w:t>
            </w:r>
            <w:r w:rsidR="005721D5">
              <w:rPr>
                <w:b w:val="0"/>
                <w:smallCaps w:val="0"/>
                <w:sz w:val="22"/>
              </w:rPr>
              <w:t xml:space="preserve"> </w:t>
            </w:r>
            <w:r w:rsidRPr="00613B94">
              <w:rPr>
                <w:b w:val="0"/>
                <w:smallCaps w:val="0"/>
                <w:sz w:val="22"/>
              </w:rPr>
              <w:t>Za każde pytanie student uzyskuje 1 punkt. Do zaliczenia egzaminu wymagane jest uzyskanie 8 punktów.</w:t>
            </w:r>
            <w:r>
              <w:rPr>
                <w:b w:val="0"/>
                <w:smallCaps w:val="0"/>
                <w:sz w:val="22"/>
              </w:rPr>
              <w:t xml:space="preserve"> Opcjonalnie egzamin ustny</w:t>
            </w:r>
          </w:p>
        </w:tc>
      </w:tr>
    </w:tbl>
    <w:p w14:paraId="32B5A7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FA89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2286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8C8B71C" w14:textId="77777777" w:rsidTr="003E1941">
        <w:tc>
          <w:tcPr>
            <w:tcW w:w="4962" w:type="dxa"/>
            <w:vAlign w:val="center"/>
          </w:tcPr>
          <w:p w14:paraId="3D7CEC8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9AD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3650DA" w14:textId="77777777" w:rsidTr="00923D7D">
        <w:tc>
          <w:tcPr>
            <w:tcW w:w="4962" w:type="dxa"/>
          </w:tcPr>
          <w:p w14:paraId="57258A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62C4A96" w14:textId="77777777" w:rsidR="0085747A" w:rsidRPr="00444FB0" w:rsidRDefault="000A6CE6" w:rsidP="00444FB0">
            <w:pPr>
              <w:pStyle w:val="Akapitzlist"/>
              <w:spacing w:after="120" w:line="240" w:lineRule="auto"/>
              <w:ind w:left="0"/>
            </w:pPr>
            <w:r>
              <w:t>Konwersatorium</w:t>
            </w:r>
            <w:r w:rsidR="00185B26">
              <w:t xml:space="preserve"> – </w:t>
            </w:r>
            <w:r w:rsidR="005721D5">
              <w:t>1</w:t>
            </w:r>
            <w:r w:rsidR="00185B26">
              <w:t>5 godz.</w:t>
            </w:r>
          </w:p>
        </w:tc>
      </w:tr>
      <w:tr w:rsidR="00C61DC5" w:rsidRPr="009C54AE" w14:paraId="6FFCADB7" w14:textId="77777777" w:rsidTr="00923D7D">
        <w:tc>
          <w:tcPr>
            <w:tcW w:w="4962" w:type="dxa"/>
          </w:tcPr>
          <w:p w14:paraId="4AC8BE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24B63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9B09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A902669" w14:textId="77777777" w:rsidTr="00923D7D">
        <w:tc>
          <w:tcPr>
            <w:tcW w:w="4962" w:type="dxa"/>
          </w:tcPr>
          <w:p w14:paraId="4BA132A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220FD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69D45EB" w14:textId="77777777" w:rsidR="00C61DC5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9C54AE" w14:paraId="275C9E72" w14:textId="77777777" w:rsidTr="00923D7D">
        <w:tc>
          <w:tcPr>
            <w:tcW w:w="4962" w:type="dxa"/>
          </w:tcPr>
          <w:p w14:paraId="271E53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164E972" w14:textId="77777777" w:rsidR="0085747A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CEC8472" w14:textId="77777777" w:rsidTr="00923D7D">
        <w:tc>
          <w:tcPr>
            <w:tcW w:w="4962" w:type="dxa"/>
          </w:tcPr>
          <w:p w14:paraId="273741B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E0320B" w14:textId="77777777" w:rsidR="0085747A" w:rsidRPr="009C54AE" w:rsidRDefault="005721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8A1E8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727C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20477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E62AD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9E4A1FF" w14:textId="77777777" w:rsidTr="0071620A">
        <w:trPr>
          <w:trHeight w:val="397"/>
        </w:trPr>
        <w:tc>
          <w:tcPr>
            <w:tcW w:w="3544" w:type="dxa"/>
          </w:tcPr>
          <w:p w14:paraId="2A9A3E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A4CA8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E48979E" w14:textId="77777777" w:rsidTr="0071620A">
        <w:trPr>
          <w:trHeight w:val="397"/>
        </w:trPr>
        <w:tc>
          <w:tcPr>
            <w:tcW w:w="3544" w:type="dxa"/>
          </w:tcPr>
          <w:p w14:paraId="0327B1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4C395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ED868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4DD15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463CA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2574D3BC" w14:textId="77777777" w:rsidTr="0071620A">
        <w:trPr>
          <w:trHeight w:val="397"/>
        </w:trPr>
        <w:tc>
          <w:tcPr>
            <w:tcW w:w="7513" w:type="dxa"/>
          </w:tcPr>
          <w:p w14:paraId="1364DAD3" w14:textId="77777777" w:rsidR="000360DB" w:rsidRPr="003D020C" w:rsidRDefault="000360DB" w:rsidP="003D020C">
            <w:pPr>
              <w:spacing w:after="0" w:line="240" w:lineRule="auto"/>
              <w:contextualSpacing/>
              <w:jc w:val="both"/>
              <w:rPr>
                <w:rFonts w:eastAsia="Cambria"/>
                <w:b/>
                <w:bCs/>
                <w:sz w:val="24"/>
              </w:rPr>
            </w:pPr>
            <w:r w:rsidRPr="003D020C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14:paraId="1F2B8C4C" w14:textId="77777777" w:rsidR="00451C12" w:rsidRDefault="00451C12" w:rsidP="00444FB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Łuczak K. (red.), </w:t>
            </w:r>
            <w:r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 xml:space="preserve">Zarządzanie bezpieczeństwem w lotnictwie cywilnym, </w:t>
            </w: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>Katowice 2016,</w:t>
            </w:r>
          </w:p>
          <w:p w14:paraId="64B20990" w14:textId="77777777" w:rsidR="00671082" w:rsidRPr="00671082" w:rsidRDefault="000360DB" w:rsidP="00444FB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 (red.), </w:t>
            </w:r>
            <w:r w:rsidRPr="00671082"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>Prawo gospodarcze. Kompendium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,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2019,</w:t>
            </w:r>
          </w:p>
          <w:p w14:paraId="1D25BDDE" w14:textId="77777777" w:rsidR="005721D5" w:rsidRPr="00671082" w:rsidRDefault="005721D5" w:rsidP="00444FB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</w:t>
            </w:r>
            <w:r>
              <w:rPr>
                <w:rFonts w:ascii="Corbel" w:hAnsi="Corbel" w:cs="Tahoma"/>
                <w:color w:val="181A1C"/>
                <w:sz w:val="20"/>
                <w:szCs w:val="20"/>
              </w:rPr>
              <w:t>1</w:t>
            </w:r>
          </w:p>
          <w:p w14:paraId="4BF1BE59" w14:textId="77777777" w:rsidR="00671082" w:rsidRPr="00671082" w:rsidRDefault="00671082" w:rsidP="00444FB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Olszewski J., Sznajder J., 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t>Prawne aspekty transportu lotniczego</w:t>
            </w:r>
            <w:r w:rsidRPr="00671082">
              <w:rPr>
                <w:rFonts w:ascii="Corbel" w:hAnsi="Corbel" w:cs="Tahoma"/>
                <w:color w:val="181A1C"/>
                <w:sz w:val="20"/>
                <w:szCs w:val="20"/>
              </w:rPr>
              <w:br/>
              <w:t>- pracownik branży lotniczej, Rzeszów 2010</w:t>
            </w:r>
          </w:p>
          <w:p w14:paraId="142027DD" w14:textId="77777777" w:rsidR="00671082" w:rsidRPr="00671082" w:rsidRDefault="00671082" w:rsidP="00444FB0">
            <w:pPr>
              <w:pStyle w:val="NormalnyWeb"/>
              <w:numPr>
                <w:ilvl w:val="0"/>
                <w:numId w:val="3"/>
              </w:numPr>
              <w:ind w:left="313" w:hanging="313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 xml:space="preserve">Olszewski J., </w:t>
            </w:r>
            <w:r w:rsidRPr="00671082">
              <w:rPr>
                <w:rFonts w:ascii="Corbel" w:hAnsi="Corbel"/>
                <w:sz w:val="20"/>
                <w:szCs w:val="20"/>
              </w:rPr>
              <w:t>Prawo konkurencji w prawie lotniczym (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przegląd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ważniejszych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 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rozwiązan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́) [w:] „Aktualne problemy prawa lotniczego”, red. E. Dynia, P. 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Cieciński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, </w:t>
            </w:r>
            <w:proofErr w:type="spellStart"/>
            <w:r w:rsidRPr="00671082">
              <w:rPr>
                <w:rFonts w:ascii="Corbel" w:hAnsi="Corbel"/>
                <w:sz w:val="20"/>
                <w:szCs w:val="20"/>
              </w:rPr>
              <w:t>Rzeszów</w:t>
            </w:r>
            <w:proofErr w:type="spellEnd"/>
            <w:r w:rsidRPr="00671082">
              <w:rPr>
                <w:rFonts w:ascii="Corbel" w:hAnsi="Corbel"/>
                <w:sz w:val="20"/>
                <w:szCs w:val="20"/>
              </w:rPr>
              <w:t xml:space="preserve"> 2015, s. 194 - 204 </w:t>
            </w:r>
          </w:p>
          <w:p w14:paraId="30A6005C" w14:textId="77777777" w:rsidR="0085747A" w:rsidRDefault="000360DB" w:rsidP="00444FB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proofErr w:type="spellStart"/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Powałowski</w:t>
            </w:r>
            <w:proofErr w:type="spellEnd"/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A.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(red.),</w:t>
            </w:r>
            <w:r w:rsidR="003D020C"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>Prawo gospodarcze publiczne,</w:t>
            </w:r>
            <w:r w:rsidR="003D020C" w:rsidRPr="00671082">
              <w:rPr>
                <w:rFonts w:ascii="Corbel" w:eastAsia="Cambria" w:hAnsi="Corbel"/>
                <w:i/>
                <w:sz w:val="20"/>
                <w:szCs w:val="20"/>
                <w:lang w:eastAsia="pl-PL"/>
              </w:rPr>
              <w:t xml:space="preserve"> </w:t>
            </w:r>
            <w:r w:rsidRPr="00671082">
              <w:rPr>
                <w:rFonts w:ascii="Corbel" w:eastAsia="Cambria" w:hAnsi="Corbel"/>
                <w:sz w:val="20"/>
                <w:szCs w:val="20"/>
                <w:lang w:eastAsia="pl-PL"/>
              </w:rPr>
              <w:t>Warszawa 2019</w:t>
            </w:r>
          </w:p>
          <w:p w14:paraId="6B68904D" w14:textId="77777777" w:rsidR="005721D5" w:rsidRPr="005721D5" w:rsidRDefault="005721D5" w:rsidP="00444FB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3" w:hanging="313"/>
              <w:contextualSpacing/>
              <w:jc w:val="both"/>
              <w:rPr>
                <w:rFonts w:ascii="Corbel" w:eastAsia="Cambria" w:hAnsi="Corbel"/>
                <w:sz w:val="20"/>
                <w:szCs w:val="20"/>
                <w:lang w:eastAsia="pl-PL"/>
              </w:rPr>
            </w:pP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 xml:space="preserve">M. Żylicz, </w:t>
            </w:r>
            <w:r>
              <w:rPr>
                <w:rFonts w:ascii="Corbel" w:eastAsia="Cambria" w:hAnsi="Corbel"/>
                <w:i/>
                <w:iCs/>
                <w:sz w:val="20"/>
                <w:szCs w:val="20"/>
                <w:lang w:eastAsia="pl-PL"/>
              </w:rPr>
              <w:t xml:space="preserve">Prawo lotnicze międzynarodowe, europejskie i krajowe, </w:t>
            </w:r>
            <w:r>
              <w:rPr>
                <w:rFonts w:ascii="Corbel" w:eastAsia="Cambria" w:hAnsi="Corbel"/>
                <w:sz w:val="20"/>
                <w:szCs w:val="20"/>
                <w:lang w:eastAsia="pl-PL"/>
              </w:rPr>
              <w:t>Warszawa 2011</w:t>
            </w:r>
          </w:p>
        </w:tc>
      </w:tr>
      <w:tr w:rsidR="0085747A" w:rsidRPr="00444FB0" w14:paraId="15E67EE8" w14:textId="77777777" w:rsidTr="003D020C">
        <w:trPr>
          <w:trHeight w:val="272"/>
        </w:trPr>
        <w:tc>
          <w:tcPr>
            <w:tcW w:w="7513" w:type="dxa"/>
          </w:tcPr>
          <w:p w14:paraId="0DEB8D38" w14:textId="77777777" w:rsidR="0085747A" w:rsidRPr="005721D5" w:rsidRDefault="0085747A" w:rsidP="005721D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5721D5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Literatura uzupełniająca: </w:t>
            </w:r>
          </w:p>
          <w:p w14:paraId="2095607B" w14:textId="77777777" w:rsidR="000360DB" w:rsidRPr="005721D5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</w:pP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 xml:space="preserve">M. Stec, </w:t>
            </w:r>
            <w:r w:rsidRPr="005721D5">
              <w:rPr>
                <w:rFonts w:ascii="Corbel" w:eastAsia="Times New Roman" w:hAnsi="Corbel" w:cstheme="minorHAnsi"/>
                <w:bCs/>
                <w:i/>
                <w:iCs/>
                <w:kern w:val="36"/>
                <w:sz w:val="20"/>
                <w:szCs w:val="20"/>
                <w:lang w:eastAsia="pl-PL"/>
              </w:rPr>
              <w:t xml:space="preserve">Kooperacyjne umowy czarterowe w transporcie lotniczym, </w:t>
            </w: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eastAsia="pl-PL"/>
              </w:rPr>
              <w:t>Państwo i Prawo, (42)1987</w:t>
            </w:r>
          </w:p>
          <w:p w14:paraId="1DA31EEF" w14:textId="77777777" w:rsidR="005721D5" w:rsidRPr="005721D5" w:rsidRDefault="005721D5" w:rsidP="005721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1"/>
              <w:jc w:val="both"/>
              <w:outlineLvl w:val="0"/>
              <w:rPr>
                <w:rFonts w:asciiTheme="minorHAnsi" w:eastAsia="Times New Roman" w:hAnsiTheme="minorHAnsi" w:cstheme="minorHAnsi"/>
                <w:bCs/>
                <w:kern w:val="36"/>
                <w:lang w:val="en-US" w:eastAsia="pl-PL"/>
              </w:rPr>
            </w:pPr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R. Singh, S. Kaul, S. Deva Rao, International conference on current developments in air &amp; space law, </w:t>
            </w:r>
            <w:proofErr w:type="spellStart"/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>dostęp</w:t>
            </w:r>
            <w:proofErr w:type="spellEnd"/>
            <w:r w:rsidRPr="005721D5">
              <w:rPr>
                <w:rFonts w:ascii="Corbel" w:eastAsia="Times New Roman" w:hAnsi="Corbel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 online: http://nludelhi.ac.in/download/publication/2015/Current%20Developments%20in%20Air%20and%20Space%20Law.pdf</w:t>
            </w:r>
          </w:p>
        </w:tc>
      </w:tr>
    </w:tbl>
    <w:p w14:paraId="469F5A14" w14:textId="77777777" w:rsidR="0085747A" w:rsidRPr="005721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A4F9C43" w14:textId="77777777" w:rsidR="0085747A" w:rsidRPr="005721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0B2A9ED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19667" w14:textId="77777777" w:rsidR="002E3F64" w:rsidRDefault="002E3F64" w:rsidP="00C16ABF">
      <w:pPr>
        <w:spacing w:after="0" w:line="240" w:lineRule="auto"/>
      </w:pPr>
      <w:r>
        <w:separator/>
      </w:r>
    </w:p>
  </w:endnote>
  <w:endnote w:type="continuationSeparator" w:id="0">
    <w:p w14:paraId="2C618A97" w14:textId="77777777" w:rsidR="002E3F64" w:rsidRDefault="002E3F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81593" w14:textId="77777777" w:rsidR="002E3F64" w:rsidRDefault="002E3F64" w:rsidP="00C16ABF">
      <w:pPr>
        <w:spacing w:after="0" w:line="240" w:lineRule="auto"/>
      </w:pPr>
      <w:r>
        <w:separator/>
      </w:r>
    </w:p>
  </w:footnote>
  <w:footnote w:type="continuationSeparator" w:id="0">
    <w:p w14:paraId="251B9675" w14:textId="77777777" w:rsidR="002E3F64" w:rsidRDefault="002E3F64" w:rsidP="00C16ABF">
      <w:pPr>
        <w:spacing w:after="0" w:line="240" w:lineRule="auto"/>
      </w:pPr>
      <w:r>
        <w:continuationSeparator/>
      </w:r>
    </w:p>
  </w:footnote>
  <w:footnote w:id="1">
    <w:p w14:paraId="2204FA31" w14:textId="77777777" w:rsidR="00E80122" w:rsidRDefault="00E801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939D9"/>
    <w:multiLevelType w:val="hybridMultilevel"/>
    <w:tmpl w:val="92EE3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CD212A"/>
    <w:multiLevelType w:val="multilevel"/>
    <w:tmpl w:val="FD7C3B8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121105">
    <w:abstractNumId w:val="2"/>
  </w:num>
  <w:num w:numId="2" w16cid:durableId="1835877703">
    <w:abstractNumId w:val="5"/>
  </w:num>
  <w:num w:numId="3" w16cid:durableId="1672441304">
    <w:abstractNumId w:val="4"/>
  </w:num>
  <w:num w:numId="4" w16cid:durableId="524950106">
    <w:abstractNumId w:val="1"/>
  </w:num>
  <w:num w:numId="5" w16cid:durableId="1866752873">
    <w:abstractNumId w:val="3"/>
  </w:num>
  <w:num w:numId="6" w16cid:durableId="24199010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166"/>
    <w:rsid w:val="00070ED6"/>
    <w:rsid w:val="000742DC"/>
    <w:rsid w:val="00084C12"/>
    <w:rsid w:val="0009462C"/>
    <w:rsid w:val="00094B12"/>
    <w:rsid w:val="00096C46"/>
    <w:rsid w:val="000A135E"/>
    <w:rsid w:val="000A296F"/>
    <w:rsid w:val="000A2A28"/>
    <w:rsid w:val="000A6CE6"/>
    <w:rsid w:val="000B192D"/>
    <w:rsid w:val="000B28EE"/>
    <w:rsid w:val="000B3E37"/>
    <w:rsid w:val="000D04B0"/>
    <w:rsid w:val="000D4A1D"/>
    <w:rsid w:val="000E2F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B26"/>
    <w:rsid w:val="00192F37"/>
    <w:rsid w:val="001A70D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2F4F"/>
    <w:rsid w:val="002D3375"/>
    <w:rsid w:val="002D73D4"/>
    <w:rsid w:val="002E3F64"/>
    <w:rsid w:val="002E4168"/>
    <w:rsid w:val="002F02A3"/>
    <w:rsid w:val="002F4ABE"/>
    <w:rsid w:val="002F61AE"/>
    <w:rsid w:val="003018BA"/>
    <w:rsid w:val="0030395F"/>
    <w:rsid w:val="00305C92"/>
    <w:rsid w:val="003151C5"/>
    <w:rsid w:val="003179EC"/>
    <w:rsid w:val="003343CF"/>
    <w:rsid w:val="0033631E"/>
    <w:rsid w:val="00346FE9"/>
    <w:rsid w:val="0034759A"/>
    <w:rsid w:val="003503F6"/>
    <w:rsid w:val="003530DD"/>
    <w:rsid w:val="00363F78"/>
    <w:rsid w:val="003971F2"/>
    <w:rsid w:val="003A0A5B"/>
    <w:rsid w:val="003A1176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FB0"/>
    <w:rsid w:val="00445970"/>
    <w:rsid w:val="00451C1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D5A"/>
    <w:rsid w:val="004A3EEA"/>
    <w:rsid w:val="004A4D1F"/>
    <w:rsid w:val="004D5282"/>
    <w:rsid w:val="004F1551"/>
    <w:rsid w:val="004F55A3"/>
    <w:rsid w:val="0050496F"/>
    <w:rsid w:val="00513B6F"/>
    <w:rsid w:val="00517C63"/>
    <w:rsid w:val="005264B2"/>
    <w:rsid w:val="005363C4"/>
    <w:rsid w:val="00536BDE"/>
    <w:rsid w:val="00543ACC"/>
    <w:rsid w:val="005440AE"/>
    <w:rsid w:val="0056696D"/>
    <w:rsid w:val="005721D5"/>
    <w:rsid w:val="0059484D"/>
    <w:rsid w:val="005A0855"/>
    <w:rsid w:val="005A3196"/>
    <w:rsid w:val="005C080F"/>
    <w:rsid w:val="005C55E5"/>
    <w:rsid w:val="005C696A"/>
    <w:rsid w:val="005E4B62"/>
    <w:rsid w:val="005E6E85"/>
    <w:rsid w:val="005F31D2"/>
    <w:rsid w:val="0061029B"/>
    <w:rsid w:val="00617230"/>
    <w:rsid w:val="00621CE1"/>
    <w:rsid w:val="00624DAA"/>
    <w:rsid w:val="00627FC9"/>
    <w:rsid w:val="00647FA8"/>
    <w:rsid w:val="00650C5F"/>
    <w:rsid w:val="00654934"/>
    <w:rsid w:val="006620D9"/>
    <w:rsid w:val="00671082"/>
    <w:rsid w:val="00671958"/>
    <w:rsid w:val="00673E64"/>
    <w:rsid w:val="00675843"/>
    <w:rsid w:val="00696477"/>
    <w:rsid w:val="00697B9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425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1554D"/>
    <w:rsid w:val="0081707E"/>
    <w:rsid w:val="00843577"/>
    <w:rsid w:val="008449B3"/>
    <w:rsid w:val="00851D1C"/>
    <w:rsid w:val="00855481"/>
    <w:rsid w:val="0085747A"/>
    <w:rsid w:val="008738BA"/>
    <w:rsid w:val="00884922"/>
    <w:rsid w:val="00885F64"/>
    <w:rsid w:val="008917F9"/>
    <w:rsid w:val="00895D2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D3F83"/>
    <w:rsid w:val="008E64F4"/>
    <w:rsid w:val="008F12C9"/>
    <w:rsid w:val="008F6E29"/>
    <w:rsid w:val="009000F8"/>
    <w:rsid w:val="00916188"/>
    <w:rsid w:val="0092071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B26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A6AAF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AF4AB9"/>
    <w:rsid w:val="00B06142"/>
    <w:rsid w:val="00B13277"/>
    <w:rsid w:val="00B135B1"/>
    <w:rsid w:val="00B26FC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E01"/>
    <w:rsid w:val="00BB520A"/>
    <w:rsid w:val="00BD3869"/>
    <w:rsid w:val="00BD66E9"/>
    <w:rsid w:val="00BD6FF4"/>
    <w:rsid w:val="00BE7D0D"/>
    <w:rsid w:val="00BF2C41"/>
    <w:rsid w:val="00C058B4"/>
    <w:rsid w:val="00C05F44"/>
    <w:rsid w:val="00C069F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C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45D0"/>
    <w:rsid w:val="00E05376"/>
    <w:rsid w:val="00E129B8"/>
    <w:rsid w:val="00E14487"/>
    <w:rsid w:val="00E21E7D"/>
    <w:rsid w:val="00E22FBC"/>
    <w:rsid w:val="00E24BF5"/>
    <w:rsid w:val="00E25338"/>
    <w:rsid w:val="00E51E44"/>
    <w:rsid w:val="00E63348"/>
    <w:rsid w:val="00E77E88"/>
    <w:rsid w:val="00E80122"/>
    <w:rsid w:val="00E8107D"/>
    <w:rsid w:val="00E960BB"/>
    <w:rsid w:val="00EA2074"/>
    <w:rsid w:val="00EA4832"/>
    <w:rsid w:val="00EA4E9D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74040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6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8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5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AED91-26C8-3D45-81A2-1F0238873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1234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2023-10-16T09:40:00Z</dcterms:created>
  <dcterms:modified xsi:type="dcterms:W3CDTF">2023-10-16T09:40:00Z</dcterms:modified>
</cp:coreProperties>
</file>